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BD232" w14:textId="1EB07CA1" w:rsidR="00820CF7" w:rsidRPr="005D2710" w:rsidRDefault="00820CF7" w:rsidP="00C570E4">
      <w:pPr>
        <w:pStyle w:val="Titredudocument"/>
      </w:pPr>
      <w:r w:rsidRPr="005D2710">
        <w:t>Fiche</w:t>
      </w:r>
      <w:r w:rsidR="006174CC">
        <w:t> </w:t>
      </w:r>
      <w:r w:rsidRPr="005D2710">
        <w:t>1 : Test de positionnement</w:t>
      </w:r>
    </w:p>
    <w:p w14:paraId="58DD1D6F" w14:textId="6B6CF8F5" w:rsidR="00820CF7" w:rsidRPr="005D2710" w:rsidRDefault="00820CF7" w:rsidP="00C570E4">
      <w:pPr>
        <w:pStyle w:val="Encartgras"/>
        <w:rPr>
          <w:rFonts w:eastAsiaTheme="minorHAnsi"/>
        </w:rPr>
      </w:pPr>
      <w:r w:rsidRPr="005D2710">
        <w:rPr>
          <w:bCs/>
        </w:rPr>
        <w:t>Domaine</w:t>
      </w:r>
      <w:r w:rsidR="006174CC">
        <w:rPr>
          <w:bCs/>
        </w:rPr>
        <w:t> </w:t>
      </w:r>
      <w:r w:rsidRPr="005D2710">
        <w:rPr>
          <w:bCs/>
        </w:rPr>
        <w:t xml:space="preserve">: </w:t>
      </w:r>
      <w:r w:rsidRPr="005D2710">
        <w:rPr>
          <w:rFonts w:eastAsiaTheme="minorHAnsi"/>
        </w:rPr>
        <w:t>Organisation et gestion de données, fonction</w:t>
      </w:r>
    </w:p>
    <w:p w14:paraId="6E387D3E" w14:textId="106BA536" w:rsidR="003E0709" w:rsidRPr="005D2710" w:rsidRDefault="00820CF7" w:rsidP="00C570E4">
      <w:pPr>
        <w:pStyle w:val="Encartgras"/>
        <w:rPr>
          <w:bCs/>
          <w:u w:val="single"/>
        </w:rPr>
      </w:pPr>
      <w:r w:rsidRPr="005D2710">
        <w:rPr>
          <w:color w:val="2F5496" w:themeColor="accent1" w:themeShade="BF"/>
          <w:sz w:val="26"/>
          <w:szCs w:val="26"/>
        </w:rPr>
        <w:t>Sous thème </w:t>
      </w:r>
      <w:r w:rsidRPr="005D2710">
        <w:rPr>
          <w:sz w:val="26"/>
          <w:szCs w:val="26"/>
        </w:rPr>
        <w:t>:</w:t>
      </w:r>
      <w:r w:rsidRPr="005D2710">
        <w:t xml:space="preserve"> Comprendre une situation problème en lien avec la proportionnalité</w:t>
      </w:r>
    </w:p>
    <w:p w14:paraId="237F316C" w14:textId="77777777" w:rsidR="00C570E4" w:rsidRDefault="00C570E4" w:rsidP="00C570E4">
      <w:pPr>
        <w:pStyle w:val="Titre1"/>
      </w:pPr>
      <w:r>
        <w:t>Je m’exerce</w:t>
      </w:r>
    </w:p>
    <w:p w14:paraId="4D483620" w14:textId="5ABC2D77" w:rsidR="0041585D" w:rsidRPr="005D2710" w:rsidRDefault="0041585D" w:rsidP="00C570E4">
      <w:pPr>
        <w:pStyle w:val="Titre2"/>
      </w:pPr>
      <w:r w:rsidRPr="005D2710">
        <w:t>Exercice</w:t>
      </w:r>
      <w:r w:rsidR="006174CC">
        <w:t> </w:t>
      </w:r>
      <w:r w:rsidR="002E6D1D" w:rsidRPr="005D2710">
        <w:t>1</w:t>
      </w:r>
    </w:p>
    <w:p w14:paraId="518682B9" w14:textId="5C82E705" w:rsidR="0041585D" w:rsidRPr="005D2710" w:rsidRDefault="0041585D" w:rsidP="00C570E4">
      <w:r w:rsidRPr="005D2710">
        <w:t>Entoure</w:t>
      </w:r>
      <w:r w:rsidR="00865BDE" w:rsidRPr="005D2710">
        <w:t>r</w:t>
      </w:r>
      <w:r w:rsidRPr="005D2710">
        <w:t xml:space="preserve"> pour chaque question la bonne réponse :</w:t>
      </w:r>
    </w:p>
    <w:tbl>
      <w:tblPr>
        <w:tblStyle w:val="Grilledutableau"/>
        <w:tblW w:w="9927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1241"/>
        <w:gridCol w:w="1241"/>
        <w:gridCol w:w="1241"/>
        <w:gridCol w:w="1242"/>
      </w:tblGrid>
      <w:tr w:rsidR="00FE15E4" w:rsidRPr="00C570E4" w14:paraId="705585FC" w14:textId="77777777" w:rsidTr="00590DDC">
        <w:trPr>
          <w:trHeight w:val="1562"/>
          <w:jc w:val="center"/>
        </w:trPr>
        <w:tc>
          <w:tcPr>
            <w:tcW w:w="4962" w:type="dxa"/>
          </w:tcPr>
          <w:p w14:paraId="0F82F527" w14:textId="2CB666E3" w:rsidR="002E6D1D" w:rsidRPr="00C570E4" w:rsidRDefault="002E6D1D" w:rsidP="00C570E4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bookmarkStart w:id="0" w:name="_GoBack"/>
            <w:r w:rsidRPr="00C570E4">
              <w:rPr>
                <w:sz w:val="22"/>
                <w:szCs w:val="22"/>
              </w:rPr>
              <w:t xml:space="preserve">Léon a acheté </w:t>
            </w:r>
            <w:r w:rsidR="007415BF" w:rsidRPr="00C570E4">
              <w:rPr>
                <w:sz w:val="22"/>
                <w:szCs w:val="22"/>
              </w:rPr>
              <w:t>4</w:t>
            </w:r>
            <w:r w:rsidRPr="00C570E4">
              <w:rPr>
                <w:sz w:val="22"/>
                <w:szCs w:val="22"/>
              </w:rPr>
              <w:t xml:space="preserve"> tirelires identiques pour un montant total de </w:t>
            </w:r>
            <w:r w:rsidR="007415BF" w:rsidRPr="00C570E4">
              <w:rPr>
                <w:sz w:val="22"/>
                <w:szCs w:val="22"/>
              </w:rPr>
              <w:t>36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€.</w:t>
            </w:r>
          </w:p>
          <w:p w14:paraId="6F3BBEFA" w14:textId="77777777" w:rsidR="004845B4" w:rsidRPr="00C570E4" w:rsidRDefault="004845B4" w:rsidP="00C570E4">
            <w:pPr>
              <w:pStyle w:val="Paragraphedeliste"/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Clémence a acheté les mêmes tirelires que Léon, mais en a pris 3 de plus que lui.</w:t>
            </w:r>
          </w:p>
          <w:p w14:paraId="1481A74C" w14:textId="47BE81FD" w:rsidR="004845B4" w:rsidRPr="00C570E4" w:rsidRDefault="002E6D1D" w:rsidP="00C570E4">
            <w:pPr>
              <w:pStyle w:val="Paragraphedeliste"/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 xml:space="preserve">Combien </w:t>
            </w:r>
            <w:r w:rsidR="004845B4" w:rsidRPr="00C570E4">
              <w:rPr>
                <w:sz w:val="22"/>
                <w:szCs w:val="22"/>
              </w:rPr>
              <w:t>a-t-elle dépensé</w:t>
            </w:r>
            <w:r w:rsidR="006174CC">
              <w:rPr>
                <w:sz w:val="22"/>
                <w:szCs w:val="22"/>
              </w:rPr>
              <w:t> </w:t>
            </w:r>
            <w:r w:rsidR="004845B4" w:rsidRPr="00C570E4">
              <w:rPr>
                <w:sz w:val="22"/>
                <w:szCs w:val="22"/>
              </w:rPr>
              <w:t>?</w:t>
            </w:r>
          </w:p>
        </w:tc>
        <w:tc>
          <w:tcPr>
            <w:tcW w:w="1241" w:type="dxa"/>
            <w:vAlign w:val="center"/>
          </w:tcPr>
          <w:p w14:paraId="4CFBDB8F" w14:textId="4D4CACE1" w:rsidR="00FE15E4" w:rsidRPr="00C570E4" w:rsidRDefault="007415BF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40</w:t>
            </w:r>
            <w:r w:rsidR="006174CC">
              <w:rPr>
                <w:sz w:val="22"/>
                <w:szCs w:val="22"/>
              </w:rPr>
              <w:t> </w:t>
            </w:r>
            <w:r w:rsidR="002E6D1D"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1" w:type="dxa"/>
            <w:vAlign w:val="center"/>
          </w:tcPr>
          <w:p w14:paraId="7522EBB1" w14:textId="06BCA1AE" w:rsidR="00FE15E4" w:rsidRPr="00C570E4" w:rsidRDefault="007415BF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39</w:t>
            </w:r>
            <w:r w:rsidR="006174CC">
              <w:rPr>
                <w:sz w:val="22"/>
                <w:szCs w:val="22"/>
              </w:rPr>
              <w:t> </w:t>
            </w:r>
            <w:r w:rsidR="002E6D1D"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1" w:type="dxa"/>
            <w:vAlign w:val="center"/>
          </w:tcPr>
          <w:p w14:paraId="57B8D0F9" w14:textId="6611432D" w:rsidR="00FE15E4" w:rsidRPr="00C570E4" w:rsidRDefault="007415BF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63</w:t>
            </w:r>
            <w:r w:rsidR="006174CC">
              <w:rPr>
                <w:sz w:val="22"/>
                <w:szCs w:val="22"/>
              </w:rPr>
              <w:t> </w:t>
            </w:r>
            <w:r w:rsidR="002E6D1D"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2" w:type="dxa"/>
            <w:vAlign w:val="center"/>
          </w:tcPr>
          <w:p w14:paraId="6835BB0B" w14:textId="3B84368E" w:rsidR="00FE15E4" w:rsidRPr="00C570E4" w:rsidRDefault="007415BF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43</w:t>
            </w:r>
            <w:r w:rsidR="006174CC">
              <w:rPr>
                <w:sz w:val="22"/>
                <w:szCs w:val="22"/>
              </w:rPr>
              <w:t> </w:t>
            </w:r>
            <w:r w:rsidR="002E6D1D" w:rsidRPr="00C570E4">
              <w:rPr>
                <w:sz w:val="22"/>
                <w:szCs w:val="22"/>
              </w:rPr>
              <w:t>€</w:t>
            </w:r>
          </w:p>
        </w:tc>
      </w:tr>
      <w:tr w:rsidR="00FE15E4" w:rsidRPr="00C570E4" w14:paraId="4213823E" w14:textId="77777777" w:rsidTr="00590DDC">
        <w:trPr>
          <w:trHeight w:val="399"/>
          <w:jc w:val="center"/>
        </w:trPr>
        <w:tc>
          <w:tcPr>
            <w:tcW w:w="4962" w:type="dxa"/>
          </w:tcPr>
          <w:p w14:paraId="1C021174" w14:textId="410318E7" w:rsidR="0012047F" w:rsidRPr="00C570E4" w:rsidRDefault="002E6D1D" w:rsidP="00C570E4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4 objets identiques</w:t>
            </w:r>
            <w:r w:rsidR="008D4BC0" w:rsidRPr="00C570E4">
              <w:rPr>
                <w:sz w:val="22"/>
                <w:szCs w:val="22"/>
              </w:rPr>
              <w:t xml:space="preserve"> sont vendus</w:t>
            </w:r>
            <w:r w:rsidRPr="00C570E4">
              <w:rPr>
                <w:sz w:val="22"/>
                <w:szCs w:val="22"/>
              </w:rPr>
              <w:t xml:space="preserve"> pour </w:t>
            </w:r>
            <w:r w:rsidR="00AE4464" w:rsidRPr="00C570E4">
              <w:rPr>
                <w:sz w:val="22"/>
                <w:szCs w:val="22"/>
              </w:rPr>
              <w:t>10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 xml:space="preserve">€. </w:t>
            </w:r>
            <w:r w:rsidR="008D4BC0" w:rsidRPr="00C570E4">
              <w:rPr>
                <w:sz w:val="22"/>
                <w:szCs w:val="22"/>
              </w:rPr>
              <w:t>Zohra</w:t>
            </w:r>
            <w:r w:rsidRPr="00C570E4">
              <w:rPr>
                <w:sz w:val="22"/>
                <w:szCs w:val="22"/>
              </w:rPr>
              <w:t xml:space="preserve"> so</w:t>
            </w:r>
            <w:r w:rsidR="008D4BC0" w:rsidRPr="00C570E4">
              <w:rPr>
                <w:sz w:val="22"/>
                <w:szCs w:val="22"/>
              </w:rPr>
              <w:t xml:space="preserve">uhaite acheter 6 de ces objets. Combien </w:t>
            </w:r>
            <w:r w:rsidR="00816387" w:rsidRPr="00C570E4">
              <w:rPr>
                <w:sz w:val="22"/>
                <w:szCs w:val="22"/>
              </w:rPr>
              <w:t xml:space="preserve">les </w:t>
            </w:r>
            <w:r w:rsidR="008D4BC0" w:rsidRPr="00C570E4">
              <w:rPr>
                <w:sz w:val="22"/>
                <w:szCs w:val="22"/>
              </w:rPr>
              <w:t>paiera-t-elle</w:t>
            </w:r>
            <w:r w:rsidR="006174CC">
              <w:rPr>
                <w:sz w:val="22"/>
                <w:szCs w:val="22"/>
              </w:rPr>
              <w:t> </w:t>
            </w:r>
            <w:r w:rsidR="008D4BC0" w:rsidRPr="00C570E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1241" w:type="dxa"/>
            <w:vAlign w:val="center"/>
          </w:tcPr>
          <w:p w14:paraId="16646131" w14:textId="417A699D" w:rsidR="0012047F" w:rsidRPr="00C570E4" w:rsidRDefault="0012047F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1</w:t>
            </w:r>
            <w:r w:rsidR="00AE4464" w:rsidRPr="00C570E4">
              <w:rPr>
                <w:sz w:val="22"/>
                <w:szCs w:val="22"/>
              </w:rPr>
              <w:t>2</w:t>
            </w:r>
            <w:r w:rsidR="006174CC">
              <w:rPr>
                <w:sz w:val="22"/>
                <w:szCs w:val="22"/>
              </w:rPr>
              <w:t> </w:t>
            </w:r>
            <w:r w:rsidR="008D4BC0"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1" w:type="dxa"/>
            <w:vAlign w:val="center"/>
          </w:tcPr>
          <w:p w14:paraId="23F1444F" w14:textId="7DD66D94" w:rsidR="0012047F" w:rsidRPr="00C570E4" w:rsidRDefault="00AE4464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14</w:t>
            </w:r>
            <w:r w:rsidR="006174CC">
              <w:rPr>
                <w:sz w:val="22"/>
                <w:szCs w:val="22"/>
              </w:rPr>
              <w:t> </w:t>
            </w:r>
            <w:r w:rsidR="008D4BC0"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1" w:type="dxa"/>
            <w:vAlign w:val="center"/>
          </w:tcPr>
          <w:p w14:paraId="79D64451" w14:textId="1C488331" w:rsidR="0012047F" w:rsidRPr="00C570E4" w:rsidRDefault="0012047F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1</w:t>
            </w:r>
            <w:r w:rsidR="00AE4464" w:rsidRPr="00C570E4">
              <w:rPr>
                <w:sz w:val="22"/>
                <w:szCs w:val="22"/>
              </w:rPr>
              <w:t>5</w:t>
            </w:r>
            <w:r w:rsidR="006174CC">
              <w:rPr>
                <w:sz w:val="22"/>
                <w:szCs w:val="22"/>
              </w:rPr>
              <w:t> </w:t>
            </w:r>
            <w:r w:rsidR="008D4BC0"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2" w:type="dxa"/>
            <w:vAlign w:val="center"/>
          </w:tcPr>
          <w:p w14:paraId="2C07CB6B" w14:textId="66F1E097" w:rsidR="0012047F" w:rsidRPr="00C570E4" w:rsidRDefault="00AE4464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20</w:t>
            </w:r>
            <w:r w:rsidR="006174CC">
              <w:rPr>
                <w:sz w:val="22"/>
                <w:szCs w:val="22"/>
              </w:rPr>
              <w:t> </w:t>
            </w:r>
            <w:r w:rsidR="00461EA5" w:rsidRPr="00C570E4">
              <w:rPr>
                <w:sz w:val="22"/>
                <w:szCs w:val="22"/>
              </w:rPr>
              <w:t>€</w:t>
            </w:r>
          </w:p>
        </w:tc>
      </w:tr>
      <w:tr w:rsidR="00B733F9" w:rsidRPr="00C570E4" w14:paraId="54126A1E" w14:textId="77777777" w:rsidTr="00590DDC">
        <w:trPr>
          <w:trHeight w:val="399"/>
          <w:jc w:val="center"/>
        </w:trPr>
        <w:tc>
          <w:tcPr>
            <w:tcW w:w="4962" w:type="dxa"/>
          </w:tcPr>
          <w:p w14:paraId="57EE854E" w14:textId="57698CD2" w:rsidR="00B733F9" w:rsidRPr="00C570E4" w:rsidRDefault="00B733F9" w:rsidP="00C570E4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Des pommes sont</w:t>
            </w:r>
            <w:r w:rsidR="004845B4" w:rsidRPr="00C570E4">
              <w:rPr>
                <w:sz w:val="22"/>
                <w:szCs w:val="22"/>
              </w:rPr>
              <w:t xml:space="preserve"> vendu</w:t>
            </w:r>
            <w:r w:rsidR="00865BDE" w:rsidRPr="00C570E4">
              <w:rPr>
                <w:sz w:val="22"/>
                <w:szCs w:val="22"/>
              </w:rPr>
              <w:t>e</w:t>
            </w:r>
            <w:r w:rsidR="004845B4" w:rsidRPr="00C570E4">
              <w:rPr>
                <w:sz w:val="22"/>
                <w:szCs w:val="22"/>
              </w:rPr>
              <w:t>s</w:t>
            </w:r>
            <w:r w:rsidRPr="00C570E4">
              <w:rPr>
                <w:sz w:val="22"/>
                <w:szCs w:val="22"/>
              </w:rPr>
              <w:t xml:space="preserve"> à 4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€ le kg. Combien vais-je payer pour l’achat de 5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kg de pommes</w:t>
            </w:r>
            <w:r w:rsidR="006174CC">
              <w:rPr>
                <w:sz w:val="22"/>
                <w:szCs w:val="22"/>
              </w:rPr>
              <w:t> </w:t>
            </w:r>
            <w:r w:rsidRPr="00C570E4">
              <w:rPr>
                <w:sz w:val="22"/>
                <w:szCs w:val="22"/>
              </w:rPr>
              <w:t xml:space="preserve">? </w:t>
            </w:r>
          </w:p>
        </w:tc>
        <w:tc>
          <w:tcPr>
            <w:tcW w:w="1241" w:type="dxa"/>
            <w:vAlign w:val="center"/>
          </w:tcPr>
          <w:p w14:paraId="747CD780" w14:textId="1AE962FA" w:rsidR="004845B4" w:rsidRPr="00C570E4" w:rsidRDefault="004845B4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5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1" w:type="dxa"/>
            <w:vAlign w:val="center"/>
          </w:tcPr>
          <w:p w14:paraId="7464455B" w14:textId="7FBFF441" w:rsidR="004845B4" w:rsidRPr="00C570E4" w:rsidRDefault="004845B4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6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1" w:type="dxa"/>
            <w:vAlign w:val="center"/>
          </w:tcPr>
          <w:p w14:paraId="45C597A3" w14:textId="6306E44B" w:rsidR="004845B4" w:rsidRPr="00C570E4" w:rsidRDefault="004845B4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9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€</w:t>
            </w:r>
          </w:p>
        </w:tc>
        <w:tc>
          <w:tcPr>
            <w:tcW w:w="1242" w:type="dxa"/>
            <w:vAlign w:val="center"/>
          </w:tcPr>
          <w:p w14:paraId="4857317D" w14:textId="79FD27E5" w:rsidR="004845B4" w:rsidRPr="00C570E4" w:rsidRDefault="004845B4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20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€</w:t>
            </w:r>
          </w:p>
        </w:tc>
      </w:tr>
      <w:tr w:rsidR="00FE15E4" w:rsidRPr="00C570E4" w14:paraId="07002550" w14:textId="77777777" w:rsidTr="00590DDC">
        <w:trPr>
          <w:trHeight w:val="399"/>
          <w:jc w:val="center"/>
        </w:trPr>
        <w:tc>
          <w:tcPr>
            <w:tcW w:w="4962" w:type="dxa"/>
          </w:tcPr>
          <w:p w14:paraId="1F211524" w14:textId="502AC80F" w:rsidR="00461EA5" w:rsidRPr="00C570E4" w:rsidRDefault="004845B4" w:rsidP="00C570E4">
            <w:pPr>
              <w:pStyle w:val="Paragraphedeliste"/>
              <w:numPr>
                <w:ilvl w:val="0"/>
                <w:numId w:val="5"/>
              </w:numPr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 xml:space="preserve">Clément et </w:t>
            </w:r>
            <w:r w:rsidR="008D4BC0" w:rsidRPr="00C570E4">
              <w:rPr>
                <w:sz w:val="22"/>
                <w:szCs w:val="22"/>
              </w:rPr>
              <w:t xml:space="preserve">Alfred </w:t>
            </w:r>
            <w:r w:rsidR="00461EA5" w:rsidRPr="00C570E4">
              <w:rPr>
                <w:sz w:val="22"/>
                <w:szCs w:val="22"/>
              </w:rPr>
              <w:t>discute</w:t>
            </w:r>
            <w:r w:rsidR="00865BDE" w:rsidRPr="00C570E4">
              <w:rPr>
                <w:sz w:val="22"/>
                <w:szCs w:val="22"/>
              </w:rPr>
              <w:t>nt</w:t>
            </w:r>
            <w:r w:rsidR="00461EA5" w:rsidRPr="00C570E4">
              <w:rPr>
                <w:sz w:val="22"/>
                <w:szCs w:val="22"/>
              </w:rPr>
              <w:t xml:space="preserve"> à propos d’</w:t>
            </w:r>
            <w:r w:rsidR="008D4BC0" w:rsidRPr="00C570E4">
              <w:rPr>
                <w:sz w:val="22"/>
                <w:szCs w:val="22"/>
              </w:rPr>
              <w:t xml:space="preserve">une fuite d’eau </w:t>
            </w:r>
            <w:r w:rsidR="00461EA5" w:rsidRPr="00C570E4">
              <w:rPr>
                <w:sz w:val="22"/>
                <w:szCs w:val="22"/>
              </w:rPr>
              <w:t>qu’ils ont eu</w:t>
            </w:r>
            <w:r w:rsidR="006C4BAD" w:rsidRPr="00C570E4">
              <w:rPr>
                <w:sz w:val="22"/>
                <w:szCs w:val="22"/>
              </w:rPr>
              <w:t xml:space="preserve"> chacun à leur domicile dernièrement :</w:t>
            </w:r>
            <w:r w:rsidR="00DB4E0B" w:rsidRPr="00C570E4">
              <w:rPr>
                <w:sz w:val="22"/>
                <w:szCs w:val="22"/>
              </w:rPr>
              <w:t xml:space="preserve"> </w:t>
            </w:r>
          </w:p>
          <w:p w14:paraId="536C8F96" w14:textId="64FCEA30" w:rsidR="005230FE" w:rsidRPr="00C570E4" w:rsidRDefault="00461EA5" w:rsidP="00C570E4">
            <w:pPr>
              <w:pStyle w:val="Paragraphedeliste"/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Clément : «</w:t>
            </w:r>
            <w:r w:rsidR="006174CC">
              <w:rPr>
                <w:sz w:val="22"/>
                <w:szCs w:val="22"/>
              </w:rPr>
              <w:t> </w:t>
            </w:r>
            <w:r w:rsidRPr="00C570E4">
              <w:rPr>
                <w:sz w:val="22"/>
                <w:szCs w:val="22"/>
              </w:rPr>
              <w:t>Chez moi</w:t>
            </w:r>
            <w:r w:rsidR="006C4BAD" w:rsidRPr="00C570E4">
              <w:rPr>
                <w:sz w:val="22"/>
                <w:szCs w:val="22"/>
              </w:rPr>
              <w:t>,</w:t>
            </w:r>
            <w:r w:rsidRPr="00C570E4">
              <w:rPr>
                <w:sz w:val="22"/>
                <w:szCs w:val="22"/>
              </w:rPr>
              <w:t xml:space="preserve"> j’ai observé</w:t>
            </w:r>
            <w:r w:rsidR="006C4BAD" w:rsidRPr="00C570E4">
              <w:rPr>
                <w:sz w:val="22"/>
                <w:szCs w:val="22"/>
              </w:rPr>
              <w:t xml:space="preserve"> une perte régulière de 21 litres d’eau toutes les 12 minutes</w:t>
            </w:r>
            <w:r w:rsidR="006174CC">
              <w:rPr>
                <w:sz w:val="22"/>
                <w:szCs w:val="22"/>
              </w:rPr>
              <w:t> </w:t>
            </w:r>
            <w:r w:rsidR="006C4BAD" w:rsidRPr="00C570E4">
              <w:rPr>
                <w:sz w:val="22"/>
                <w:szCs w:val="22"/>
              </w:rPr>
              <w:t>»</w:t>
            </w:r>
            <w:r w:rsidR="00DB4E0B" w:rsidRPr="00C570E4">
              <w:rPr>
                <w:sz w:val="22"/>
                <w:szCs w:val="22"/>
              </w:rPr>
              <w:t>.</w:t>
            </w:r>
          </w:p>
          <w:p w14:paraId="7D6E8609" w14:textId="1824A447" w:rsidR="0041585D" w:rsidRPr="00C570E4" w:rsidRDefault="00461EA5" w:rsidP="00C570E4">
            <w:pPr>
              <w:pStyle w:val="Paragraphedeliste"/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Alfred</w:t>
            </w:r>
            <w:r w:rsidR="006C4BAD" w:rsidRPr="00C570E4">
              <w:rPr>
                <w:sz w:val="22"/>
                <w:szCs w:val="22"/>
              </w:rPr>
              <w:t> : «</w:t>
            </w:r>
            <w:r w:rsidR="006174CC">
              <w:rPr>
                <w:sz w:val="22"/>
                <w:szCs w:val="22"/>
              </w:rPr>
              <w:t> </w:t>
            </w:r>
            <w:r w:rsidR="006C4BAD" w:rsidRPr="00C570E4">
              <w:rPr>
                <w:sz w:val="22"/>
                <w:szCs w:val="22"/>
              </w:rPr>
              <w:t>Chez moi, selon ce que tu me dis, j’ai observé une fuite trois fois plus importante que chez toi</w:t>
            </w:r>
            <w:r w:rsidR="006174CC">
              <w:rPr>
                <w:sz w:val="22"/>
                <w:szCs w:val="22"/>
              </w:rPr>
              <w:t> </w:t>
            </w:r>
            <w:r w:rsidR="006C4BAD" w:rsidRPr="00C570E4">
              <w:rPr>
                <w:sz w:val="22"/>
                <w:szCs w:val="22"/>
              </w:rPr>
              <w:t>»</w:t>
            </w:r>
            <w:r w:rsidRPr="00C570E4">
              <w:rPr>
                <w:sz w:val="22"/>
                <w:szCs w:val="22"/>
              </w:rPr>
              <w:t>.</w:t>
            </w:r>
          </w:p>
          <w:p w14:paraId="01784B1C" w14:textId="33E51515" w:rsidR="00DB4E0B" w:rsidRPr="00C570E4" w:rsidRDefault="006C4BAD" w:rsidP="00C570E4">
            <w:pPr>
              <w:pStyle w:val="Paragraphedeliste"/>
              <w:spacing w:beforeAutospacing="0" w:afterAutospacing="0"/>
              <w:ind w:left="447"/>
              <w:contextualSpacing w:val="0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Combien de temps faut-il pour qu’Alfred perde autant d’eau que Clément</w:t>
            </w:r>
            <w:r w:rsidR="006174CC">
              <w:rPr>
                <w:sz w:val="22"/>
                <w:szCs w:val="22"/>
              </w:rPr>
              <w:t> </w:t>
            </w:r>
            <w:r w:rsidRPr="00C570E4">
              <w:rPr>
                <w:sz w:val="22"/>
                <w:szCs w:val="22"/>
              </w:rPr>
              <w:t>?</w:t>
            </w:r>
          </w:p>
        </w:tc>
        <w:tc>
          <w:tcPr>
            <w:tcW w:w="1241" w:type="dxa"/>
            <w:vAlign w:val="center"/>
          </w:tcPr>
          <w:p w14:paraId="7EE628B1" w14:textId="11BD6C37" w:rsidR="0041585D" w:rsidRPr="00C570E4" w:rsidRDefault="006C4BAD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4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min</w:t>
            </w:r>
          </w:p>
        </w:tc>
        <w:tc>
          <w:tcPr>
            <w:tcW w:w="1241" w:type="dxa"/>
            <w:vAlign w:val="center"/>
          </w:tcPr>
          <w:p w14:paraId="5EB3FEFE" w14:textId="66E77F55" w:rsidR="0041585D" w:rsidRPr="00C570E4" w:rsidRDefault="005230FE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3</w:t>
            </w:r>
            <w:r w:rsidR="006C4BAD" w:rsidRPr="00C570E4">
              <w:rPr>
                <w:sz w:val="22"/>
                <w:szCs w:val="22"/>
              </w:rPr>
              <w:t>6</w:t>
            </w:r>
            <w:r w:rsidR="006174CC">
              <w:rPr>
                <w:sz w:val="22"/>
                <w:szCs w:val="22"/>
              </w:rPr>
              <w:t> </w:t>
            </w:r>
            <w:r w:rsidR="006C4BAD" w:rsidRPr="00C570E4">
              <w:rPr>
                <w:sz w:val="22"/>
                <w:szCs w:val="22"/>
              </w:rPr>
              <w:t>min</w:t>
            </w:r>
          </w:p>
        </w:tc>
        <w:tc>
          <w:tcPr>
            <w:tcW w:w="1241" w:type="dxa"/>
            <w:vAlign w:val="center"/>
          </w:tcPr>
          <w:p w14:paraId="3A4A42D8" w14:textId="35BC13D4" w:rsidR="0041585D" w:rsidRPr="00C570E4" w:rsidRDefault="006C4BAD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15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min</w:t>
            </w:r>
          </w:p>
        </w:tc>
        <w:tc>
          <w:tcPr>
            <w:tcW w:w="1242" w:type="dxa"/>
            <w:vAlign w:val="center"/>
          </w:tcPr>
          <w:p w14:paraId="4DF339E0" w14:textId="4D4A651D" w:rsidR="005230FE" w:rsidRPr="00C570E4" w:rsidRDefault="006C4BAD" w:rsidP="00C570E4">
            <w:pPr>
              <w:spacing w:before="100" w:after="100"/>
              <w:jc w:val="center"/>
              <w:rPr>
                <w:sz w:val="22"/>
                <w:szCs w:val="22"/>
              </w:rPr>
            </w:pPr>
            <w:r w:rsidRPr="00C570E4">
              <w:rPr>
                <w:sz w:val="22"/>
                <w:szCs w:val="22"/>
              </w:rPr>
              <w:t>3</w:t>
            </w:r>
            <w:r w:rsidR="006174CC">
              <w:rPr>
                <w:sz w:val="22"/>
                <w:szCs w:val="22"/>
              </w:rPr>
              <w:t> </w:t>
            </w:r>
            <w:r w:rsidRPr="00C570E4">
              <w:rPr>
                <w:sz w:val="22"/>
                <w:szCs w:val="22"/>
              </w:rPr>
              <w:t>min</w:t>
            </w:r>
          </w:p>
        </w:tc>
      </w:tr>
    </w:tbl>
    <w:bookmarkEnd w:id="0"/>
    <w:p w14:paraId="722BE94F" w14:textId="603E551E" w:rsidR="0074082B" w:rsidRPr="005D2710" w:rsidRDefault="00C570E4" w:rsidP="00C570E4">
      <w:pPr>
        <w:pStyle w:val="Titre1"/>
      </w:pPr>
      <w:r>
        <w:t>Je m’autoévalue</w:t>
      </w:r>
    </w:p>
    <w:p w14:paraId="19A26E0B" w14:textId="0E332468" w:rsidR="0074082B" w:rsidRPr="005D2710" w:rsidRDefault="0074082B" w:rsidP="00C570E4">
      <w:pPr>
        <w:pStyle w:val="Paragraphedeliste"/>
        <w:numPr>
          <w:ilvl w:val="0"/>
          <w:numId w:val="24"/>
        </w:numPr>
      </w:pPr>
      <w:r w:rsidRPr="005D2710">
        <w:t>Si tu as répondu correctement aux quatre questions, tu peux passer à l’exercice</w:t>
      </w:r>
      <w:r w:rsidR="006174CC">
        <w:t> </w:t>
      </w:r>
      <w:r w:rsidRPr="005D2710">
        <w:t>2 de la fiche de positionnement</w:t>
      </w:r>
      <w:r w:rsidR="006174CC">
        <w:t> </w:t>
      </w:r>
      <w:r w:rsidRPr="005D2710">
        <w:t>1.</w:t>
      </w:r>
    </w:p>
    <w:p w14:paraId="076456AB" w14:textId="61D496AD" w:rsidR="0074082B" w:rsidRPr="005D2710" w:rsidRDefault="0074082B" w:rsidP="00C570E4">
      <w:pPr>
        <w:pStyle w:val="Paragraphedeliste"/>
        <w:numPr>
          <w:ilvl w:val="0"/>
          <w:numId w:val="24"/>
        </w:numPr>
      </w:pPr>
      <w:r w:rsidRPr="005D2710">
        <w:t>S’il y a une ou des erreurs, tu fais la fiche</w:t>
      </w:r>
      <w:r w:rsidR="006174CC">
        <w:t> </w:t>
      </w:r>
      <w:r w:rsidRPr="005D2710">
        <w:t>C1 puis la fiche</w:t>
      </w:r>
      <w:r w:rsidR="006174CC">
        <w:t> </w:t>
      </w:r>
      <w:r w:rsidRPr="005D2710">
        <w:t>E1</w:t>
      </w:r>
      <w:r w:rsidR="00547408" w:rsidRPr="005D2710">
        <w:t>.</w:t>
      </w:r>
    </w:p>
    <w:sectPr w:rsidR="0074082B" w:rsidRPr="005D2710" w:rsidSect="00C570E4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744E6" w14:textId="77777777" w:rsidR="00431E2A" w:rsidRDefault="00431E2A" w:rsidP="00547408">
      <w:pPr>
        <w:spacing w:after="0"/>
      </w:pPr>
      <w:r>
        <w:separator/>
      </w:r>
    </w:p>
  </w:endnote>
  <w:endnote w:type="continuationSeparator" w:id="0">
    <w:p w14:paraId="2200C12C" w14:textId="77777777" w:rsidR="00431E2A" w:rsidRDefault="00431E2A" w:rsidP="005474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D2F22" w14:textId="77777777" w:rsidR="00431E2A" w:rsidRDefault="00431E2A" w:rsidP="00547408">
      <w:pPr>
        <w:spacing w:after="0"/>
      </w:pPr>
      <w:r>
        <w:separator/>
      </w:r>
    </w:p>
  </w:footnote>
  <w:footnote w:type="continuationSeparator" w:id="0">
    <w:p w14:paraId="54155B1F" w14:textId="77777777" w:rsidR="00431E2A" w:rsidRDefault="00431E2A" w:rsidP="005474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2869"/>
    <w:multiLevelType w:val="hybridMultilevel"/>
    <w:tmpl w:val="4BD82A7E"/>
    <w:lvl w:ilvl="0" w:tplc="EE84F83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4442D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6F39"/>
    <w:multiLevelType w:val="hybridMultilevel"/>
    <w:tmpl w:val="6D54D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720BE"/>
    <w:multiLevelType w:val="hybridMultilevel"/>
    <w:tmpl w:val="470060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D1376"/>
    <w:multiLevelType w:val="hybridMultilevel"/>
    <w:tmpl w:val="0436D3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B4418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01E57"/>
    <w:multiLevelType w:val="hybridMultilevel"/>
    <w:tmpl w:val="25EE93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32E43"/>
    <w:multiLevelType w:val="hybridMultilevel"/>
    <w:tmpl w:val="9CF00C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F26EE"/>
    <w:multiLevelType w:val="hybridMultilevel"/>
    <w:tmpl w:val="954896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35C58"/>
    <w:multiLevelType w:val="hybridMultilevel"/>
    <w:tmpl w:val="9CF00C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777F1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41A96"/>
    <w:multiLevelType w:val="hybridMultilevel"/>
    <w:tmpl w:val="25EE93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77338"/>
    <w:multiLevelType w:val="hybridMultilevel"/>
    <w:tmpl w:val="D47890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87CCE"/>
    <w:multiLevelType w:val="hybridMultilevel"/>
    <w:tmpl w:val="D47890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9"/>
  </w:num>
  <w:num w:numId="7">
    <w:abstractNumId w:val="20"/>
  </w:num>
  <w:num w:numId="8">
    <w:abstractNumId w:val="0"/>
  </w:num>
  <w:num w:numId="9">
    <w:abstractNumId w:val="16"/>
  </w:num>
  <w:num w:numId="10">
    <w:abstractNumId w:val="18"/>
  </w:num>
  <w:num w:numId="11">
    <w:abstractNumId w:val="5"/>
  </w:num>
  <w:num w:numId="12">
    <w:abstractNumId w:val="21"/>
  </w:num>
  <w:num w:numId="13">
    <w:abstractNumId w:val="1"/>
  </w:num>
  <w:num w:numId="14">
    <w:abstractNumId w:val="6"/>
  </w:num>
  <w:num w:numId="15">
    <w:abstractNumId w:val="7"/>
  </w:num>
  <w:num w:numId="16">
    <w:abstractNumId w:val="14"/>
  </w:num>
  <w:num w:numId="17">
    <w:abstractNumId w:val="8"/>
  </w:num>
  <w:num w:numId="18">
    <w:abstractNumId w:val="22"/>
  </w:num>
  <w:num w:numId="19">
    <w:abstractNumId w:val="12"/>
  </w:num>
  <w:num w:numId="20">
    <w:abstractNumId w:val="13"/>
  </w:num>
  <w:num w:numId="21">
    <w:abstractNumId w:val="23"/>
  </w:num>
  <w:num w:numId="22">
    <w:abstractNumId w:val="15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6E1"/>
    <w:rsid w:val="00040516"/>
    <w:rsid w:val="0012047F"/>
    <w:rsid w:val="00165B1C"/>
    <w:rsid w:val="001B7DED"/>
    <w:rsid w:val="002B3F6B"/>
    <w:rsid w:val="002D103E"/>
    <w:rsid w:val="002E6D1D"/>
    <w:rsid w:val="003E0709"/>
    <w:rsid w:val="0041585D"/>
    <w:rsid w:val="00431E2A"/>
    <w:rsid w:val="00461EA5"/>
    <w:rsid w:val="004845B4"/>
    <w:rsid w:val="005230FE"/>
    <w:rsid w:val="00547408"/>
    <w:rsid w:val="005530E9"/>
    <w:rsid w:val="00590DDC"/>
    <w:rsid w:val="005D2710"/>
    <w:rsid w:val="005D6D75"/>
    <w:rsid w:val="006174CC"/>
    <w:rsid w:val="006576E1"/>
    <w:rsid w:val="006953B2"/>
    <w:rsid w:val="006B6A56"/>
    <w:rsid w:val="006C4BAD"/>
    <w:rsid w:val="0074082B"/>
    <w:rsid w:val="007415BF"/>
    <w:rsid w:val="007B5478"/>
    <w:rsid w:val="007C2646"/>
    <w:rsid w:val="00816387"/>
    <w:rsid w:val="00820CF7"/>
    <w:rsid w:val="00865BDE"/>
    <w:rsid w:val="008D4BC0"/>
    <w:rsid w:val="0093171D"/>
    <w:rsid w:val="00AE4464"/>
    <w:rsid w:val="00B733F9"/>
    <w:rsid w:val="00B847D5"/>
    <w:rsid w:val="00BA2298"/>
    <w:rsid w:val="00C570E4"/>
    <w:rsid w:val="00C96D20"/>
    <w:rsid w:val="00CA4D14"/>
    <w:rsid w:val="00D060C3"/>
    <w:rsid w:val="00D72A84"/>
    <w:rsid w:val="00D86506"/>
    <w:rsid w:val="00DB0280"/>
    <w:rsid w:val="00DB4E0B"/>
    <w:rsid w:val="00E043F8"/>
    <w:rsid w:val="00F12B3F"/>
    <w:rsid w:val="00FA117F"/>
    <w:rsid w:val="00F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0C7C"/>
  <w15:chartTrackingRefBased/>
  <w15:docId w15:val="{9AFDE120-2BF2-4C1F-877E-BCE14D4D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478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B5478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B5478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B5478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B547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7B5478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B5478"/>
  </w:style>
  <w:style w:type="table" w:styleId="Grilledutableau">
    <w:name w:val="Table Grid"/>
    <w:basedOn w:val="TableauNormal"/>
    <w:uiPriority w:val="59"/>
    <w:rsid w:val="007B547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rsid w:val="007B5478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7B5478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7B5478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54740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47408"/>
  </w:style>
  <w:style w:type="paragraph" w:styleId="Pieddepage">
    <w:name w:val="footer"/>
    <w:basedOn w:val="Normal"/>
    <w:link w:val="PieddepageCar"/>
    <w:uiPriority w:val="99"/>
    <w:unhideWhenUsed/>
    <w:rsid w:val="007B547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7B5478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7B5478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7B5478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7B5478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7B5478"/>
    <w:rPr>
      <w:color w:val="808080"/>
    </w:rPr>
  </w:style>
  <w:style w:type="paragraph" w:customStyle="1" w:styleId="Titredecollection">
    <w:name w:val="Titre de collection"/>
    <w:basedOn w:val="Normal"/>
    <w:qFormat/>
    <w:rsid w:val="007B5478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7B5478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7B5478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7B5478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7B5478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7B5478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B5478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7B5478"/>
    <w:rPr>
      <w:color w:val="0000FF"/>
      <w:u w:val="single"/>
    </w:rPr>
  </w:style>
  <w:style w:type="paragraph" w:customStyle="1" w:styleId="Encartgras">
    <w:name w:val="Encart gras"/>
    <w:basedOn w:val="Normal"/>
    <w:qFormat/>
    <w:rsid w:val="007B5478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7B5478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7B5478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7B5478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7B5478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8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8</cp:revision>
  <dcterms:created xsi:type="dcterms:W3CDTF">2023-06-21T14:44:00Z</dcterms:created>
  <dcterms:modified xsi:type="dcterms:W3CDTF">2023-08-08T13:03:00Z</dcterms:modified>
</cp:coreProperties>
</file>